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00FEF">
        <w:rPr>
          <w:rFonts w:cstheme="minorHAnsi"/>
          <w:noProof/>
        </w:rPr>
        <w:t>jeudi 27 février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551809" w:rsidRDefault="00374A16" w:rsidP="00800FEF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 w:rsidR="00800FEF">
        <w:rPr>
          <w:rFonts w:cs="Arial"/>
        </w:rPr>
        <w:t>tion</w:t>
      </w:r>
    </w:p>
    <w:sectPr w:rsidR="00551809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551809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551809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-1125855</wp:posOffset>
              </wp:positionV>
              <wp:extent cx="3832860" cy="1106805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32860" cy="1106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3D766E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00FE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Chantelune</w:t>
                          </w:r>
                        </w:p>
                        <w:p w:rsidR="00256C33" w:rsidRDefault="003D76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de Chantelune - Champigné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3D766E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330 LES HAUTS-D’ANJOU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359B3" w:rsidRPr="003F768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mc-chantelune</w:t>
                            </w:r>
                            <w:r w:rsidR="00F359B3" w:rsidRPr="003F768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3D76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42 02 81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3D766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C30288">
                            <w:rPr>
                              <w:color w:val="878786"/>
                              <w:sz w:val="12"/>
                              <w:szCs w:val="12"/>
                            </w:rPr>
                            <w:t>02342</w:t>
                          </w:r>
                        </w:p>
                        <w:p w:rsidR="00256C33" w:rsidRPr="00BD52B4" w:rsidRDefault="00C2613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</w:t>
                          </w:r>
                          <w:r w:rsidR="00F359B3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a micro-crèche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Chantelune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88.65pt;width:301.8pt;height:87.1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" stroked="f">
              <v:textbox>
                <w:txbxContent>
                  <w:p w:rsidR="00256C33" w:rsidRPr="00642DA0" w:rsidRDefault="003D766E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00FE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Chantelune</w:t>
                    </w:r>
                  </w:p>
                  <w:p w:rsidR="00256C33" w:rsidRDefault="003D76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de Chantelune - Champigné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3D766E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330 LES HAUTS-D’ANJOU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359B3" w:rsidRPr="003F768D">
                        <w:rPr>
                          <w:rStyle w:val="Lienhypertexte"/>
                          <w:sz w:val="16"/>
                          <w:szCs w:val="16"/>
                        </w:rPr>
                        <w:t>mc-chantelune</w:t>
                      </w:r>
                      <w:r w:rsidR="00F359B3" w:rsidRPr="003F768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3D76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42 02 81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3D766E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C30288">
                      <w:rPr>
                        <w:color w:val="878786"/>
                        <w:sz w:val="12"/>
                        <w:szCs w:val="12"/>
                      </w:rPr>
                      <w:t>02342</w:t>
                    </w:r>
                  </w:p>
                  <w:p w:rsidR="00256C33" w:rsidRPr="00BD52B4" w:rsidRDefault="00C2613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</w:t>
                    </w:r>
                    <w:r w:rsidR="00F359B3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a micro-crèche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Chantelune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D766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51809"/>
    <w:rsid w:val="00570CF4"/>
    <w:rsid w:val="00576A43"/>
    <w:rsid w:val="00590880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00FEF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BF5CC4"/>
    <w:rsid w:val="00C26131"/>
    <w:rsid w:val="00C30288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59B3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62054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chantelune-pdl@vyv3.fr" TargetMode="External"/><Relationship Id="rId1" Type="http://schemas.openxmlformats.org/officeDocument/2006/relationships/hyperlink" Target="mailto:mc-chantelu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7fc1b99-8ebe-4374-9cc1-f5204f9031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E2000-32FF-444C-9692-5B34E3F7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2024-10-21T11:42:00Z</dcterms:created>
  <dcterms:modified xsi:type="dcterms:W3CDTF">2025-02-27T09:58:00Z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